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7AE866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1552361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239B5">
        <w:rPr>
          <w:rFonts w:ascii="Corbel" w:hAnsi="Corbel"/>
          <w:i/>
          <w:smallCaps/>
          <w:sz w:val="24"/>
          <w:szCs w:val="24"/>
        </w:rPr>
        <w:t>2020-2025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33DAA116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8239B5">
        <w:rPr>
          <w:rFonts w:ascii="Corbel" w:hAnsi="Corbel"/>
          <w:sz w:val="20"/>
          <w:szCs w:val="20"/>
        </w:rPr>
        <w:t>2020/2021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E298DD6" w14:textId="77777777" w:rsidTr="00B819C8">
        <w:tc>
          <w:tcPr>
            <w:tcW w:w="2694" w:type="dxa"/>
            <w:vAlign w:val="center"/>
          </w:tcPr>
          <w:p w14:paraId="1744B3D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1B4BFA9" w14:textId="6358A8D3" w:rsidR="0085747A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technicznej</w:t>
            </w:r>
          </w:p>
        </w:tc>
      </w:tr>
      <w:tr w:rsidR="0085747A" w:rsidRPr="009C54AE" w14:paraId="1D95E649" w14:textId="77777777" w:rsidTr="00B819C8">
        <w:tc>
          <w:tcPr>
            <w:tcW w:w="2694" w:type="dxa"/>
            <w:vAlign w:val="center"/>
          </w:tcPr>
          <w:p w14:paraId="2B3323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3E9DB7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FA6D929" w14:textId="77777777" w:rsidTr="00B819C8">
        <w:tc>
          <w:tcPr>
            <w:tcW w:w="2694" w:type="dxa"/>
            <w:vAlign w:val="center"/>
          </w:tcPr>
          <w:p w14:paraId="1AB047E0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77C22F8B" w14:textId="11FA7DA0" w:rsidR="0085747A" w:rsidRPr="009C54AE" w:rsidRDefault="004426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4711C99" w14:textId="77777777" w:rsidTr="00B819C8">
        <w:tc>
          <w:tcPr>
            <w:tcW w:w="2694" w:type="dxa"/>
            <w:vAlign w:val="center"/>
          </w:tcPr>
          <w:p w14:paraId="6EE5E8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05234094" w14:textId="19D4C0F0" w:rsidR="0085747A" w:rsidRPr="009C54AE" w:rsidRDefault="004426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F9E551" w14:textId="77777777" w:rsidTr="00B819C8">
        <w:tc>
          <w:tcPr>
            <w:tcW w:w="2694" w:type="dxa"/>
            <w:vAlign w:val="center"/>
          </w:tcPr>
          <w:p w14:paraId="7262E1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666C755" w14:textId="566E798D" w:rsidR="0085747A" w:rsidRPr="00062199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175D6E01" w14:textId="77777777" w:rsidTr="00B819C8">
        <w:tc>
          <w:tcPr>
            <w:tcW w:w="2694" w:type="dxa"/>
            <w:vAlign w:val="center"/>
          </w:tcPr>
          <w:p w14:paraId="70DF1B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277918" w14:textId="33DE1172" w:rsidR="0085747A" w:rsidRPr="00062199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Jednolite  studia magisterskie</w:t>
            </w:r>
          </w:p>
        </w:tc>
      </w:tr>
      <w:tr w:rsidR="0085747A" w:rsidRPr="009C54AE" w14:paraId="6E67EAE7" w14:textId="77777777" w:rsidTr="00B819C8">
        <w:tc>
          <w:tcPr>
            <w:tcW w:w="2694" w:type="dxa"/>
            <w:vAlign w:val="center"/>
          </w:tcPr>
          <w:p w14:paraId="7651DF7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DF801C0" w14:textId="5CC12DAB" w:rsidR="0085747A" w:rsidRPr="00062199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5ABF26F" w14:textId="77777777" w:rsidTr="00B819C8">
        <w:tc>
          <w:tcPr>
            <w:tcW w:w="2694" w:type="dxa"/>
            <w:vAlign w:val="center"/>
          </w:tcPr>
          <w:p w14:paraId="23AB9D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9B4BC64" w14:textId="3D031950" w:rsidR="0085747A" w:rsidRPr="00062199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2199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15CBCD27" w14:textId="77777777" w:rsidTr="00B819C8">
        <w:tc>
          <w:tcPr>
            <w:tcW w:w="2694" w:type="dxa"/>
            <w:vAlign w:val="center"/>
          </w:tcPr>
          <w:p w14:paraId="60808FA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F14A35C" w14:textId="19089DDA" w:rsidR="0085747A" w:rsidRPr="009C54AE" w:rsidRDefault="001A69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92264E" w:rsidRPr="00A20F62">
              <w:rPr>
                <w:rFonts w:ascii="Corbel" w:hAnsi="Corbel"/>
                <w:b w:val="0"/>
                <w:sz w:val="24"/>
                <w:szCs w:val="24"/>
              </w:rPr>
              <w:t xml:space="preserve"> , </w:t>
            </w:r>
            <w:proofErr w:type="spellStart"/>
            <w:r w:rsidR="0092264E" w:rsidRPr="00A20F62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92264E" w:rsidRPr="00A20F62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EE0AEA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4DBB036D" w14:textId="77777777" w:rsidTr="00B819C8">
        <w:tc>
          <w:tcPr>
            <w:tcW w:w="2694" w:type="dxa"/>
            <w:vAlign w:val="center"/>
          </w:tcPr>
          <w:p w14:paraId="468A04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E0FF9D" w14:textId="00CFF7AC" w:rsidR="0085747A" w:rsidRPr="0092264E" w:rsidRDefault="00D746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  <w:r w:rsidRPr="00237997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</w:t>
            </w:r>
            <w:r w:rsidRPr="00237997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237997">
              <w:rPr>
                <w:rFonts w:ascii="Corbel" w:hAnsi="Corbel"/>
                <w:b w:val="0"/>
                <w:sz w:val="24"/>
                <w:szCs w:val="24"/>
              </w:rPr>
              <w:t>bu integrowania wiedzy i umiejętności dzieci i uczniów</w:t>
            </w:r>
          </w:p>
        </w:tc>
      </w:tr>
      <w:tr w:rsidR="00923D7D" w:rsidRPr="009C54AE" w14:paraId="13B16DC3" w14:textId="77777777" w:rsidTr="00B819C8">
        <w:tc>
          <w:tcPr>
            <w:tcW w:w="2694" w:type="dxa"/>
            <w:vAlign w:val="center"/>
          </w:tcPr>
          <w:p w14:paraId="1A7F3AD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E007C68" w14:textId="07104782" w:rsidR="00923D7D" w:rsidRPr="009C54AE" w:rsidRDefault="0092264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571FE831" w14:textId="77777777" w:rsidTr="00B819C8">
        <w:tc>
          <w:tcPr>
            <w:tcW w:w="2694" w:type="dxa"/>
            <w:vAlign w:val="center"/>
          </w:tcPr>
          <w:p w14:paraId="18CC8C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3179F0" w14:textId="0B8AFD31" w:rsidR="0085747A" w:rsidRPr="009C54AE" w:rsidRDefault="0092264E" w:rsidP="0044260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Wojciech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  <w:r w:rsidR="0044260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, prof. UR</w:t>
            </w:r>
          </w:p>
        </w:tc>
      </w:tr>
      <w:tr w:rsidR="0085747A" w:rsidRPr="009C54AE" w14:paraId="367BD83D" w14:textId="77777777" w:rsidTr="00B819C8">
        <w:tc>
          <w:tcPr>
            <w:tcW w:w="2694" w:type="dxa"/>
            <w:vAlign w:val="center"/>
          </w:tcPr>
          <w:p w14:paraId="7E1B91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02A2B163" w14:textId="1ABF17AD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A8247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A8247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605E3F55" w:rsidR="00015B8F" w:rsidRPr="009C54AE" w:rsidRDefault="00EE0AE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6F067BD3" w:rsidR="00015B8F" w:rsidRPr="009C54AE" w:rsidRDefault="00922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1BFEB4C5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1569B04D" w:rsidR="00015B8F" w:rsidRPr="009C54AE" w:rsidRDefault="00922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7EBF9599" w:rsidR="00015B8F" w:rsidRPr="009C54AE" w:rsidRDefault="009226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37434ED" w14:textId="77777777" w:rsidR="00923D7D" w:rsidRPr="009C54AE" w:rsidRDefault="00923D7D" w:rsidP="00EE0AE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276631FE" w:rsidR="0085747A" w:rsidRPr="009C54AE" w:rsidRDefault="0092264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1533D">
        <w:rPr>
          <w:rFonts w:ascii="MS Mincho" w:eastAsia="MS Mincho" w:hAnsi="MS Mincho" w:cs="MS Mincho" w:hint="eastAsia"/>
          <w:b w:val="0"/>
          <w:sz w:val="22"/>
          <w:highlight w:val="lightGray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5177762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7C5DD5">
        <w:rPr>
          <w:rFonts w:ascii="Corbel" w:hAnsi="Corbel"/>
          <w:b w:val="0"/>
          <w:smallCaps w:val="0"/>
          <w:szCs w:val="24"/>
        </w:rPr>
        <w:t>: zaliczenie</w:t>
      </w:r>
      <w:r w:rsidR="00F776B2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2300ECD0" w:rsidR="0085747A" w:rsidRPr="009C54AE" w:rsidRDefault="0092264E" w:rsidP="0092264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634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pedagogiki i dydaktyki ogólnej oraz ogólna wiedza z zakresu techniki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450B0C35" w14:textId="77777777" w:rsidTr="0092264E">
        <w:tc>
          <w:tcPr>
            <w:tcW w:w="843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969A5D0" w14:textId="1F09E771" w:rsidR="0085747A" w:rsidRPr="001C786A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problematyką nauczania techniki pozwalającą na rozwijanie zainteresowań dzieci w wieku przedszkolnym i uczniów w klasach I-III szkoły podst</w:t>
            </w: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a</w:t>
            </w: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wowej techniką i działalnością techniczną człowieka.</w:t>
            </w:r>
          </w:p>
        </w:tc>
      </w:tr>
      <w:tr w:rsidR="0085747A" w:rsidRPr="009C54AE" w14:paraId="6A88AE9D" w14:textId="77777777" w:rsidTr="0092264E">
        <w:tc>
          <w:tcPr>
            <w:tcW w:w="843" w:type="dxa"/>
            <w:vAlign w:val="center"/>
          </w:tcPr>
          <w:p w14:paraId="53E01975" w14:textId="6F113622" w:rsidR="0085747A" w:rsidRPr="009C54AE" w:rsidRDefault="0092264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573D6CED" w14:textId="1D0884ED" w:rsidR="0085747A" w:rsidRPr="001C786A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przedszkolnych z zakresu techniki wyrażające się przygotowaniem do posługiwania się metodami nauczania i organiz</w:t>
            </w: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a</w:t>
            </w: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cji zabaw konstrukcyjnych budzących zainteresowania dzieci techniką oraz buduj</w:t>
            </w: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ą</w:t>
            </w: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cych dziecięcą wiedzę o świecie techniki</w:t>
            </w:r>
          </w:p>
        </w:tc>
      </w:tr>
      <w:tr w:rsidR="0085747A" w:rsidRPr="009C54AE" w14:paraId="52323540" w14:textId="77777777" w:rsidTr="0092264E">
        <w:tc>
          <w:tcPr>
            <w:tcW w:w="843" w:type="dxa"/>
            <w:vAlign w:val="center"/>
          </w:tcPr>
          <w:p w14:paraId="189FBA2B" w14:textId="4FAF850F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2264E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14:paraId="42B5C422" w14:textId="36E8B09D" w:rsidR="0085747A" w:rsidRPr="001C786A" w:rsidRDefault="0092264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Przygotowanie studentów do prowadzenia zajęć z przedmiotu Edukacja techniczna w klasach I-III szkoły podstawowej z zakresu wykorzystywania przez człowieka sił prz</w:t>
            </w: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y</w:t>
            </w: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rody, poznawania urządzeń z najbliższego otoczenia uczniów, działalności konstru</w:t>
            </w: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k</w:t>
            </w:r>
            <w:r w:rsidRPr="001C786A">
              <w:rPr>
                <w:rFonts w:ascii="Corbel" w:hAnsi="Corbel"/>
                <w:b w:val="0"/>
                <w:bCs/>
                <w:sz w:val="24"/>
                <w:szCs w:val="24"/>
              </w:rPr>
              <w:t>cyjnej, poznania „drogi” powstawania przedmiotu od pomysłu do realizacji wytworu, oraz bezpieczeństwa własnego i innych.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71799CCC" w14:textId="77777777" w:rsidTr="00062199">
        <w:tc>
          <w:tcPr>
            <w:tcW w:w="1681" w:type="dxa"/>
            <w:vAlign w:val="center"/>
          </w:tcPr>
          <w:p w14:paraId="13920CB0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4FD884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6D625C3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37997" w:rsidRPr="009C54AE" w14:paraId="5DA6F6F8" w14:textId="77777777" w:rsidTr="001A690F">
        <w:tc>
          <w:tcPr>
            <w:tcW w:w="1681" w:type="dxa"/>
          </w:tcPr>
          <w:p w14:paraId="61813C10" w14:textId="77777777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5EA18B1" w14:textId="5860EFF0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Wyjaśni potrzebę: inicjacji technicznej, kształtowania umiejętności technicznych dzieci w wieku przedszkolnym i wczesnoszkolnym oraz wpływ zabaw manipulacyjnych, konstrukcyjnych i zadań wytwórczych na kształtowanie ich umiejętności technicznych. </w:t>
            </w:r>
          </w:p>
        </w:tc>
        <w:tc>
          <w:tcPr>
            <w:tcW w:w="1865" w:type="dxa"/>
            <w:vAlign w:val="center"/>
          </w:tcPr>
          <w:p w14:paraId="70C200D6" w14:textId="00A301D0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PPiW.W10</w:t>
            </w:r>
          </w:p>
        </w:tc>
      </w:tr>
      <w:tr w:rsidR="00237997" w:rsidRPr="009C54AE" w14:paraId="40E7AA5C" w14:textId="77777777" w:rsidTr="001A690F">
        <w:tc>
          <w:tcPr>
            <w:tcW w:w="1681" w:type="dxa"/>
          </w:tcPr>
          <w:p w14:paraId="57B94E37" w14:textId="23BAAB81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AFA8412" w14:textId="046F1A68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>Wymieni i wyjaśni istotę metod i form projektowania oc</w:t>
            </w: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>e</w:t>
            </w: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niania działań technicznych dziecka lub ucznia; </w:t>
            </w:r>
          </w:p>
        </w:tc>
        <w:tc>
          <w:tcPr>
            <w:tcW w:w="1865" w:type="dxa"/>
            <w:vAlign w:val="center"/>
          </w:tcPr>
          <w:p w14:paraId="0A19D425" w14:textId="77777777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PPiW.W15</w:t>
            </w:r>
          </w:p>
          <w:p w14:paraId="77A99C8C" w14:textId="77777777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7997" w:rsidRPr="009C54AE" w14:paraId="664FC6A1" w14:textId="77777777" w:rsidTr="001A690F">
        <w:tc>
          <w:tcPr>
            <w:tcW w:w="1681" w:type="dxa"/>
          </w:tcPr>
          <w:p w14:paraId="695D7137" w14:textId="0DC8F593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0CD451D" w14:textId="0DDA4D93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>Projektuje zabawy manipulacyjne i konstrukcyjne odp</w:t>
            </w: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>o</w:t>
            </w: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>wiednio dobierając materiały i środki oraz metody na</w:t>
            </w: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>u</w:t>
            </w: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>czania.</w:t>
            </w:r>
          </w:p>
        </w:tc>
        <w:tc>
          <w:tcPr>
            <w:tcW w:w="1865" w:type="dxa"/>
            <w:vAlign w:val="center"/>
          </w:tcPr>
          <w:p w14:paraId="1DE14639" w14:textId="08893AEB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PPiW.U04</w:t>
            </w:r>
          </w:p>
        </w:tc>
      </w:tr>
      <w:tr w:rsidR="00237997" w:rsidRPr="009C54AE" w14:paraId="5ECFC366" w14:textId="77777777" w:rsidTr="001A690F">
        <w:tc>
          <w:tcPr>
            <w:tcW w:w="1681" w:type="dxa"/>
          </w:tcPr>
          <w:p w14:paraId="1D840B19" w14:textId="7EA71EC9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14:paraId="6DAA742E" w14:textId="1EF4D5E7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</w:rPr>
              <w:t>Zaprojektuje wykorzystując opanowane umiejętności pr</w:t>
            </w:r>
            <w:r w:rsidRPr="00237997">
              <w:rPr>
                <w:rFonts w:ascii="Corbel" w:hAnsi="Corbel"/>
                <w:b w:val="0"/>
                <w:bCs/>
                <w:smallCaps w:val="0"/>
              </w:rPr>
              <w:t>o</w:t>
            </w:r>
            <w:r w:rsidRPr="00237997">
              <w:rPr>
                <w:rFonts w:ascii="Corbel" w:hAnsi="Corbel"/>
                <w:b w:val="0"/>
                <w:bCs/>
                <w:smallCaps w:val="0"/>
              </w:rPr>
              <w:t>jektowania lekcji z uwzględnieniem prawidłowo określ</w:t>
            </w:r>
            <w:r w:rsidRPr="00237997">
              <w:rPr>
                <w:rFonts w:ascii="Corbel" w:hAnsi="Corbel"/>
                <w:b w:val="0"/>
                <w:bCs/>
                <w:smallCaps w:val="0"/>
              </w:rPr>
              <w:t>o</w:t>
            </w:r>
            <w:r w:rsidRPr="00237997">
              <w:rPr>
                <w:rFonts w:ascii="Corbel" w:hAnsi="Corbel"/>
                <w:b w:val="0"/>
                <w:bCs/>
                <w:smallCaps w:val="0"/>
              </w:rPr>
              <w:t>nych celów lekcji, umiejętności, postaw, doboru strategii, metod i środków dydaktycznych oraz treści nauczania sekwencję działań technicznych pozwalających na ident</w:t>
            </w:r>
            <w:r w:rsidRPr="00237997">
              <w:rPr>
                <w:rFonts w:ascii="Corbel" w:hAnsi="Corbel"/>
                <w:b w:val="0"/>
                <w:bCs/>
                <w:smallCaps w:val="0"/>
              </w:rPr>
              <w:t>y</w:t>
            </w:r>
            <w:r w:rsidRPr="00237997">
              <w:rPr>
                <w:rFonts w:ascii="Corbel" w:hAnsi="Corbel"/>
                <w:b w:val="0"/>
                <w:bCs/>
                <w:smallCaps w:val="0"/>
              </w:rPr>
              <w:t>fikację oraz rozbudzanie zainteresowań i pasji technic</w:t>
            </w:r>
            <w:r w:rsidRPr="00237997">
              <w:rPr>
                <w:rFonts w:ascii="Corbel" w:hAnsi="Corbel"/>
                <w:b w:val="0"/>
                <w:bCs/>
                <w:smallCaps w:val="0"/>
              </w:rPr>
              <w:t>z</w:t>
            </w:r>
            <w:r w:rsidRPr="00237997">
              <w:rPr>
                <w:rFonts w:ascii="Corbel" w:hAnsi="Corbel"/>
                <w:b w:val="0"/>
                <w:bCs/>
                <w:smallCaps w:val="0"/>
              </w:rPr>
              <w:t>nych u dzieci i uczniów.</w:t>
            </w:r>
          </w:p>
        </w:tc>
        <w:tc>
          <w:tcPr>
            <w:tcW w:w="1865" w:type="dxa"/>
            <w:vAlign w:val="center"/>
          </w:tcPr>
          <w:p w14:paraId="37B1809D" w14:textId="77777777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PPiW.U06</w:t>
            </w:r>
          </w:p>
          <w:p w14:paraId="3F37E818" w14:textId="77777777" w:rsidR="00237997" w:rsidRPr="001A690F" w:rsidRDefault="00237997" w:rsidP="001A690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37997" w:rsidRPr="009C54AE" w14:paraId="6AFBBB2F" w14:textId="77777777" w:rsidTr="001A690F">
        <w:tc>
          <w:tcPr>
            <w:tcW w:w="1681" w:type="dxa"/>
          </w:tcPr>
          <w:p w14:paraId="45F1AC1F" w14:textId="22F4D48A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6365098F" w14:textId="7B9DC08F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</w:rPr>
              <w:t>Projektuje działania techniczne rozwijające kreatywność, krytyczną refleksję i umiejętność indywidualnego i zesp</w:t>
            </w:r>
            <w:r w:rsidRPr="00237997">
              <w:rPr>
                <w:rFonts w:ascii="Corbel" w:hAnsi="Corbel"/>
                <w:b w:val="0"/>
                <w:bCs/>
                <w:smallCaps w:val="0"/>
              </w:rPr>
              <w:t>o</w:t>
            </w:r>
            <w:r w:rsidRPr="00237997">
              <w:rPr>
                <w:rFonts w:ascii="Corbel" w:hAnsi="Corbel"/>
                <w:b w:val="0"/>
                <w:bCs/>
                <w:smallCaps w:val="0"/>
              </w:rPr>
              <w:t xml:space="preserve">łowego rozwiązywania problemów technicznych.  </w:t>
            </w:r>
          </w:p>
        </w:tc>
        <w:tc>
          <w:tcPr>
            <w:tcW w:w="1865" w:type="dxa"/>
            <w:vAlign w:val="center"/>
          </w:tcPr>
          <w:p w14:paraId="362CAD28" w14:textId="13A5FF40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PPiW.U07</w:t>
            </w:r>
          </w:p>
        </w:tc>
      </w:tr>
      <w:tr w:rsidR="00237997" w:rsidRPr="009C54AE" w14:paraId="370C1B14" w14:textId="77777777" w:rsidTr="001A690F">
        <w:tc>
          <w:tcPr>
            <w:tcW w:w="1681" w:type="dxa"/>
          </w:tcPr>
          <w:p w14:paraId="356FD8C3" w14:textId="70191920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1EDB7926" w14:textId="57734C20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</w:rPr>
              <w:t>Aranżuje i monitoruje zespołowe zabawy w zakresie dzi</w:t>
            </w:r>
            <w:r w:rsidRPr="00237997">
              <w:rPr>
                <w:rFonts w:ascii="Corbel" w:hAnsi="Corbel"/>
                <w:b w:val="0"/>
                <w:bCs/>
                <w:smallCaps w:val="0"/>
              </w:rPr>
              <w:t>a</w:t>
            </w:r>
            <w:r w:rsidRPr="00237997">
              <w:rPr>
                <w:rFonts w:ascii="Corbel" w:hAnsi="Corbel"/>
                <w:b w:val="0"/>
                <w:bCs/>
                <w:smallCaps w:val="0"/>
              </w:rPr>
              <w:t>łalności technicznej dzieci i uczniów.</w:t>
            </w:r>
          </w:p>
        </w:tc>
        <w:tc>
          <w:tcPr>
            <w:tcW w:w="1865" w:type="dxa"/>
            <w:vAlign w:val="center"/>
          </w:tcPr>
          <w:p w14:paraId="64C36525" w14:textId="19326864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PPiW.U08</w:t>
            </w:r>
          </w:p>
        </w:tc>
      </w:tr>
      <w:tr w:rsidR="00237997" w:rsidRPr="009C54AE" w14:paraId="6CEBEBA0" w14:textId="77777777" w:rsidTr="001A690F">
        <w:tc>
          <w:tcPr>
            <w:tcW w:w="1681" w:type="dxa"/>
          </w:tcPr>
          <w:p w14:paraId="16B69F09" w14:textId="3A076050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974" w:type="dxa"/>
          </w:tcPr>
          <w:p w14:paraId="76FFDE47" w14:textId="0CC7B6F9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>Identyfikuje zachowania uczniów i uwzględnia ich indyw</w:t>
            </w: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>i</w:t>
            </w: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>dualne potrzeby i możliwości podczas projektowania z</w:t>
            </w: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>a</w:t>
            </w: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>dań technicznych i zabaw konstrukcyjnych.</w:t>
            </w:r>
          </w:p>
        </w:tc>
        <w:tc>
          <w:tcPr>
            <w:tcW w:w="1865" w:type="dxa"/>
            <w:vAlign w:val="center"/>
          </w:tcPr>
          <w:p w14:paraId="34A13005" w14:textId="77777777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PPiW.U09</w:t>
            </w:r>
          </w:p>
          <w:p w14:paraId="50FF4AF8" w14:textId="77777777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237997" w:rsidRPr="009C54AE" w14:paraId="0B594A15" w14:textId="77777777" w:rsidTr="001A690F">
        <w:tc>
          <w:tcPr>
            <w:tcW w:w="1681" w:type="dxa"/>
          </w:tcPr>
          <w:p w14:paraId="5D0C2D6E" w14:textId="32F854B4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974" w:type="dxa"/>
          </w:tcPr>
          <w:p w14:paraId="3737AB34" w14:textId="2E698EF2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Tworzy sytuacje wychowawczo-dydaktyczne zachęcające </w:t>
            </w:r>
            <w:r w:rsidRPr="00237997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dzieci lub uczniów do analizowania prostych rozwiązań technicznych rozwijających ich wiedzę na temat urządzeń technicznych z bliższego i dalszego otoczenia.</w:t>
            </w:r>
          </w:p>
        </w:tc>
        <w:tc>
          <w:tcPr>
            <w:tcW w:w="1865" w:type="dxa"/>
            <w:vAlign w:val="center"/>
          </w:tcPr>
          <w:p w14:paraId="6DAFC65A" w14:textId="623DE9DD" w:rsidR="00237997" w:rsidRPr="001A690F" w:rsidRDefault="00237997" w:rsidP="001A690F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lastRenderedPageBreak/>
              <w:t>PPiW.U10</w:t>
            </w:r>
          </w:p>
        </w:tc>
      </w:tr>
      <w:tr w:rsidR="00237997" w:rsidRPr="009C54AE" w14:paraId="2C216269" w14:textId="77777777" w:rsidTr="001A690F">
        <w:tc>
          <w:tcPr>
            <w:tcW w:w="1681" w:type="dxa"/>
          </w:tcPr>
          <w:p w14:paraId="512D841A" w14:textId="4EC7B380" w:rsidR="00237997" w:rsidRPr="009C54AE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  <w:tc>
          <w:tcPr>
            <w:tcW w:w="5974" w:type="dxa"/>
          </w:tcPr>
          <w:p w14:paraId="5A31B322" w14:textId="12A4B73A" w:rsidR="00237997" w:rsidRPr="00237997" w:rsidRDefault="00237997" w:rsidP="002379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37997">
              <w:rPr>
                <w:rFonts w:ascii="Corbel" w:hAnsi="Corbel"/>
                <w:b w:val="0"/>
                <w:smallCaps w:val="0"/>
              </w:rPr>
              <w:t>Propaguje działania związane z rozwojem zainteresowań technicznych dzieci w wieku przedszkolnym i wczesnos</w:t>
            </w:r>
            <w:r w:rsidRPr="00237997">
              <w:rPr>
                <w:rFonts w:ascii="Corbel" w:hAnsi="Corbel"/>
                <w:b w:val="0"/>
                <w:smallCaps w:val="0"/>
              </w:rPr>
              <w:t>z</w:t>
            </w:r>
            <w:r w:rsidRPr="00237997">
              <w:rPr>
                <w:rFonts w:ascii="Corbel" w:hAnsi="Corbel"/>
                <w:b w:val="0"/>
                <w:smallCaps w:val="0"/>
              </w:rPr>
              <w:t>kolnym i burzeniem stereotypów płci dotyczących uzdo</w:t>
            </w:r>
            <w:r w:rsidRPr="00237997">
              <w:rPr>
                <w:rFonts w:ascii="Corbel" w:hAnsi="Corbel"/>
                <w:b w:val="0"/>
                <w:smallCaps w:val="0"/>
              </w:rPr>
              <w:t>l</w:t>
            </w:r>
            <w:r w:rsidRPr="00237997">
              <w:rPr>
                <w:rFonts w:ascii="Corbel" w:hAnsi="Corbel"/>
                <w:b w:val="0"/>
                <w:smallCaps w:val="0"/>
              </w:rPr>
              <w:t>nień technicznych.</w:t>
            </w:r>
          </w:p>
        </w:tc>
        <w:tc>
          <w:tcPr>
            <w:tcW w:w="1865" w:type="dxa"/>
            <w:vAlign w:val="center"/>
          </w:tcPr>
          <w:p w14:paraId="3FB20973" w14:textId="36B1E010" w:rsidR="00237997" w:rsidRPr="001A690F" w:rsidRDefault="00237997" w:rsidP="009E575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PPiW.K</w:t>
            </w:r>
            <w:bookmarkStart w:id="0" w:name="_GoBack"/>
            <w:bookmarkEnd w:id="0"/>
            <w:r w:rsidRPr="001A690F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B7E6C2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E1BB617" w14:textId="77777777" w:rsidTr="00923D7D">
        <w:tc>
          <w:tcPr>
            <w:tcW w:w="9639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C2EAB71" w14:textId="77777777" w:rsidTr="00923D7D">
        <w:tc>
          <w:tcPr>
            <w:tcW w:w="9639" w:type="dxa"/>
          </w:tcPr>
          <w:p w14:paraId="7D6EF0D5" w14:textId="0F6D3D60" w:rsidR="00961888" w:rsidRPr="001A690F" w:rsidRDefault="00961888" w:rsidP="0096188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6" w:hanging="346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Uzasadnienie potrzeby wychowania technicznego jako dziedziny wychowania ogólnego:</w:t>
            </w:r>
          </w:p>
          <w:p w14:paraId="241A221A" w14:textId="24A2225B" w:rsidR="00961888" w:rsidRPr="001A690F" w:rsidRDefault="00961888" w:rsidP="00961888">
            <w:pPr>
              <w:numPr>
                <w:ilvl w:val="0"/>
                <w:numId w:val="6"/>
              </w:numPr>
              <w:spacing w:after="0" w:line="240" w:lineRule="auto"/>
              <w:ind w:left="649" w:hanging="280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jaka była geneza wychowania technicznego (slojd, prace ręczne, zajęcia praktyczno-techniczne, praca-technika i technika);</w:t>
            </w:r>
          </w:p>
          <w:p w14:paraId="199B09B4" w14:textId="77777777" w:rsidR="00961888" w:rsidRPr="001A690F" w:rsidRDefault="00961888" w:rsidP="00961888">
            <w:pPr>
              <w:numPr>
                <w:ilvl w:val="0"/>
                <w:numId w:val="6"/>
              </w:numPr>
              <w:spacing w:after="0" w:line="240" w:lineRule="auto"/>
              <w:ind w:left="649" w:hanging="280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jakie cele stawiano przed wychowaniem technicznym w czasie rozwoju szkoły;</w:t>
            </w:r>
          </w:p>
          <w:p w14:paraId="78255B5B" w14:textId="6BCFF217" w:rsidR="0085747A" w:rsidRPr="001A690F" w:rsidRDefault="00961888" w:rsidP="00961888">
            <w:pPr>
              <w:pStyle w:val="Akapitzlist"/>
              <w:numPr>
                <w:ilvl w:val="0"/>
                <w:numId w:val="6"/>
              </w:numPr>
              <w:spacing w:after="0" w:line="240" w:lineRule="auto"/>
              <w:ind w:left="649" w:hanging="280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przykłady materiałów metodycznych sprzed kilkudziesięciu lat.</w:t>
            </w:r>
          </w:p>
        </w:tc>
      </w:tr>
      <w:tr w:rsidR="0085747A" w:rsidRPr="009C54AE" w14:paraId="3C0F566E" w14:textId="77777777" w:rsidTr="00923D7D">
        <w:tc>
          <w:tcPr>
            <w:tcW w:w="9639" w:type="dxa"/>
          </w:tcPr>
          <w:p w14:paraId="3D62C8B9" w14:textId="3AFC5101" w:rsidR="00961888" w:rsidRPr="001A690F" w:rsidRDefault="00961888" w:rsidP="00961888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48" w:hanging="348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Uzasadnienie modelu działalności technicznej jako modelowego układu treści kształcenia ogólnotechnicznego:</w:t>
            </w:r>
          </w:p>
          <w:p w14:paraId="1BBF7832" w14:textId="1CF6669B" w:rsidR="00961888" w:rsidRPr="001A690F" w:rsidRDefault="003C3704" w:rsidP="0096188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model działalności technicznej człowieka;</w:t>
            </w:r>
          </w:p>
          <w:p w14:paraId="33CB059A" w14:textId="5AB48C0C" w:rsidR="00402AA2" w:rsidRPr="001A690F" w:rsidRDefault="00402AA2" w:rsidP="00961888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model działalności technicznej jako oś metodyczna edukacji technicznej;</w:t>
            </w:r>
          </w:p>
          <w:p w14:paraId="3573F1C8" w14:textId="5DAD5C1C" w:rsidR="003C3704" w:rsidRPr="001A690F" w:rsidRDefault="003C3704" w:rsidP="00402AA2">
            <w:pPr>
              <w:pStyle w:val="Akapitzlist"/>
              <w:numPr>
                <w:ilvl w:val="0"/>
                <w:numId w:val="7"/>
              </w:numPr>
              <w:spacing w:after="0" w:line="240" w:lineRule="auto"/>
              <w:ind w:left="663" w:hanging="315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układ treści kształcenia ogólnotechnicznego a model działalności technicznej</w:t>
            </w:r>
            <w:r w:rsidR="00402AA2" w:rsidRPr="001A690F">
              <w:rPr>
                <w:rFonts w:cs="Arial"/>
                <w:sz w:val="24"/>
                <w:szCs w:val="24"/>
              </w:rPr>
              <w:t>.</w:t>
            </w:r>
          </w:p>
        </w:tc>
      </w:tr>
      <w:tr w:rsidR="0085747A" w:rsidRPr="009C54AE" w14:paraId="72E03DD1" w14:textId="77777777" w:rsidTr="00923D7D">
        <w:tc>
          <w:tcPr>
            <w:tcW w:w="9639" w:type="dxa"/>
          </w:tcPr>
          <w:p w14:paraId="1596B524" w14:textId="586B0443" w:rsidR="003C3704" w:rsidRPr="001A690F" w:rsidRDefault="00402AA2" w:rsidP="003C3704">
            <w:pPr>
              <w:numPr>
                <w:ilvl w:val="0"/>
                <w:numId w:val="4"/>
              </w:numPr>
              <w:spacing w:after="0" w:line="240" w:lineRule="auto"/>
              <w:ind w:left="341" w:hanging="341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Edukacja</w:t>
            </w:r>
            <w:r w:rsidR="003C3704" w:rsidRPr="001A690F">
              <w:rPr>
                <w:sz w:val="24"/>
                <w:szCs w:val="24"/>
              </w:rPr>
              <w:t xml:space="preserve"> techniczne w przedszkolu i klasach I-III</w:t>
            </w:r>
            <w:r w:rsidR="002B68A3" w:rsidRPr="001A690F">
              <w:rPr>
                <w:sz w:val="24"/>
                <w:szCs w:val="24"/>
              </w:rPr>
              <w:t xml:space="preserve"> szkoły podstawowej</w:t>
            </w:r>
          </w:p>
          <w:p w14:paraId="16875DFB" w14:textId="663EE2FB" w:rsidR="003C3704" w:rsidRPr="001A690F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ugruntowanie pojęć: treść kształcenia, materiał nauczania, program nauczania;</w:t>
            </w:r>
          </w:p>
          <w:p w14:paraId="622D323C" w14:textId="7890B77D" w:rsidR="003C3704" w:rsidRPr="001A690F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 xml:space="preserve">analiza przykładowych programów nauczania </w:t>
            </w:r>
            <w:r w:rsidR="00402AA2" w:rsidRPr="001A690F">
              <w:rPr>
                <w:sz w:val="24"/>
                <w:szCs w:val="24"/>
              </w:rPr>
              <w:t>edukacji technicznej</w:t>
            </w:r>
            <w:r w:rsidRPr="001A690F">
              <w:rPr>
                <w:sz w:val="24"/>
                <w:szCs w:val="24"/>
              </w:rPr>
              <w:t xml:space="preserve"> w klasach I-III;</w:t>
            </w:r>
          </w:p>
          <w:p w14:paraId="7AED0FA5" w14:textId="77777777" w:rsidR="003C3704" w:rsidRPr="001A690F" w:rsidRDefault="003C3704" w:rsidP="00402AA2">
            <w:pPr>
              <w:numPr>
                <w:ilvl w:val="0"/>
                <w:numId w:val="8"/>
              </w:numPr>
              <w:spacing w:after="0" w:line="240" w:lineRule="auto"/>
              <w:ind w:left="649" w:hanging="289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analiza struktury metodycznej i merytorycznej jednostek metodycznych i tematycznych;</w:t>
            </w:r>
          </w:p>
          <w:p w14:paraId="33738C75" w14:textId="737E23B3" w:rsidR="0085747A" w:rsidRPr="001A690F" w:rsidRDefault="003C3704" w:rsidP="00402AA2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649" w:hanging="289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psychologiczne podstawy uczenia się techniki w młodszym wieku szkolnym.</w:t>
            </w:r>
          </w:p>
        </w:tc>
      </w:tr>
      <w:tr w:rsidR="002B68A3" w:rsidRPr="009C54AE" w14:paraId="1006EFAF" w14:textId="77777777" w:rsidTr="00923D7D">
        <w:tc>
          <w:tcPr>
            <w:tcW w:w="9639" w:type="dxa"/>
          </w:tcPr>
          <w:p w14:paraId="7A00E966" w14:textId="3DE50E71" w:rsidR="002B68A3" w:rsidRPr="001A690F" w:rsidRDefault="002B68A3" w:rsidP="003C3704">
            <w:pPr>
              <w:numPr>
                <w:ilvl w:val="0"/>
                <w:numId w:val="4"/>
              </w:numPr>
              <w:spacing w:after="0" w:line="240" w:lineRule="auto"/>
              <w:ind w:left="341" w:hanging="341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Uwagi o planowaniu zajęć technicznych przedszkolu i klasach I-III szkoły podstawowej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50EC855" w14:textId="77777777" w:rsidTr="00923D7D">
        <w:tc>
          <w:tcPr>
            <w:tcW w:w="9639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88AFB11" w14:textId="77777777" w:rsidTr="00923D7D">
        <w:tc>
          <w:tcPr>
            <w:tcW w:w="9639" w:type="dxa"/>
          </w:tcPr>
          <w:p w14:paraId="4D28BA8D" w14:textId="19157E1D" w:rsidR="00961888" w:rsidRPr="001A690F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sz w:val="24"/>
                <w:szCs w:val="24"/>
              </w:rPr>
            </w:pPr>
            <w:r w:rsidRPr="001A690F">
              <w:rPr>
                <w:sz w:val="24"/>
                <w:szCs w:val="24"/>
              </w:rPr>
              <w:t>Edukacja techniczne</w:t>
            </w:r>
            <w:r w:rsidR="00961888" w:rsidRPr="001A690F">
              <w:rPr>
                <w:sz w:val="24"/>
                <w:szCs w:val="24"/>
              </w:rPr>
              <w:t xml:space="preserve"> w</w:t>
            </w:r>
            <w:r w:rsidRPr="001A690F">
              <w:rPr>
                <w:sz w:val="24"/>
                <w:szCs w:val="24"/>
              </w:rPr>
              <w:t xml:space="preserve"> przedszkolu i</w:t>
            </w:r>
            <w:r w:rsidR="00961888" w:rsidRPr="001A690F">
              <w:rPr>
                <w:sz w:val="24"/>
                <w:szCs w:val="24"/>
              </w:rPr>
              <w:t xml:space="preserve"> klasach I-III:</w:t>
            </w:r>
          </w:p>
          <w:p w14:paraId="2E898E90" w14:textId="542A829F" w:rsidR="00961888" w:rsidRPr="001A690F" w:rsidRDefault="00961888" w:rsidP="00E3237E">
            <w:pPr>
              <w:numPr>
                <w:ilvl w:val="0"/>
                <w:numId w:val="3"/>
              </w:numPr>
              <w:spacing w:after="0" w:line="240" w:lineRule="auto"/>
              <w:ind w:left="663" w:hanging="322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 xml:space="preserve">analiza struktury metodycznej i merytorycznej jednostek metodycznych i tematycznych, psychologiczne podstawy uczenia się techniki w </w:t>
            </w:r>
            <w:r w:rsidR="00402AA2" w:rsidRPr="001A690F">
              <w:rPr>
                <w:rFonts w:cs="Arial"/>
                <w:sz w:val="24"/>
                <w:szCs w:val="24"/>
              </w:rPr>
              <w:t xml:space="preserve">przedszkolu i </w:t>
            </w:r>
            <w:r w:rsidRPr="001A690F">
              <w:rPr>
                <w:rFonts w:cs="Arial"/>
                <w:sz w:val="24"/>
                <w:szCs w:val="24"/>
              </w:rPr>
              <w:t>klasach I-III</w:t>
            </w:r>
            <w:r w:rsidR="00402AA2" w:rsidRPr="001A690F">
              <w:rPr>
                <w:rFonts w:cs="Arial"/>
                <w:sz w:val="24"/>
                <w:szCs w:val="24"/>
              </w:rPr>
              <w:t>;</w:t>
            </w:r>
          </w:p>
          <w:p w14:paraId="43283521" w14:textId="4F03600F" w:rsidR="0085747A" w:rsidRPr="001A690F" w:rsidRDefault="00402AA2" w:rsidP="00E3237E">
            <w:pPr>
              <w:numPr>
                <w:ilvl w:val="0"/>
                <w:numId w:val="3"/>
              </w:numPr>
              <w:spacing w:after="0" w:line="240" w:lineRule="auto"/>
              <w:ind w:left="663" w:hanging="322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psychologiczne podstawy uczenia się techniki w klasach I-III.</w:t>
            </w:r>
          </w:p>
        </w:tc>
      </w:tr>
      <w:tr w:rsidR="0085747A" w:rsidRPr="009C54AE" w14:paraId="42761B51" w14:textId="77777777" w:rsidTr="00923D7D">
        <w:tc>
          <w:tcPr>
            <w:tcW w:w="9639" w:type="dxa"/>
          </w:tcPr>
          <w:p w14:paraId="2D880E8D" w14:textId="4D91D180" w:rsidR="00402AA2" w:rsidRPr="001A690F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Przykłady zadań technicznych rozwijających działania rozpoznawcze i projektowe prowadz</w:t>
            </w:r>
            <w:r w:rsidRPr="001A690F">
              <w:rPr>
                <w:rFonts w:cs="Arial"/>
                <w:sz w:val="24"/>
                <w:szCs w:val="24"/>
              </w:rPr>
              <w:t>o</w:t>
            </w:r>
            <w:r w:rsidRPr="001A690F">
              <w:rPr>
                <w:rFonts w:cs="Arial"/>
                <w:sz w:val="24"/>
                <w:szCs w:val="24"/>
              </w:rPr>
              <w:t>ne przez uczniów w klasach I-III:</w:t>
            </w:r>
          </w:p>
          <w:p w14:paraId="57A2F9AF" w14:textId="21579087" w:rsidR="00402AA2" w:rsidRPr="001A690F" w:rsidRDefault="00402AA2" w:rsidP="00E3237E">
            <w:pPr>
              <w:numPr>
                <w:ilvl w:val="0"/>
                <w:numId w:val="10"/>
              </w:numPr>
              <w:spacing w:after="0" w:line="240" w:lineRule="auto"/>
              <w:ind w:left="691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rozpoznawania środowiska technicznego przez dzieci w młodszym wieku szkolnym;</w:t>
            </w:r>
          </w:p>
          <w:p w14:paraId="06CEB157" w14:textId="301FD225" w:rsidR="0085747A" w:rsidRPr="001A690F" w:rsidRDefault="00402AA2" w:rsidP="00E3237E">
            <w:pPr>
              <w:numPr>
                <w:ilvl w:val="0"/>
                <w:numId w:val="10"/>
              </w:numPr>
              <w:spacing w:after="0" w:line="240" w:lineRule="auto"/>
              <w:ind w:left="691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projektowanie zmian w środowisku technicznym (np. papierowe samoloty – kształt skrzydeł, a przeznaczenie samolotu).</w:t>
            </w:r>
          </w:p>
        </w:tc>
      </w:tr>
      <w:tr w:rsidR="0085747A" w:rsidRPr="009C54AE" w14:paraId="2BE21B37" w14:textId="77777777" w:rsidTr="00923D7D">
        <w:tc>
          <w:tcPr>
            <w:tcW w:w="9639" w:type="dxa"/>
          </w:tcPr>
          <w:p w14:paraId="42C5E43E" w14:textId="4A8F32E4" w:rsidR="00402AA2" w:rsidRPr="001A690F" w:rsidRDefault="00402AA2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Przykłady zadań technicznych rozwijających działania konstrukcyjne prowadzone przez uczniów w klasach I-III:</w:t>
            </w:r>
          </w:p>
          <w:p w14:paraId="3CD20327" w14:textId="184CDDAB" w:rsidR="00402AA2" w:rsidRPr="001A690F" w:rsidRDefault="00402AA2" w:rsidP="00E3237E">
            <w:pPr>
              <w:numPr>
                <w:ilvl w:val="0"/>
                <w:numId w:val="12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konstruowanie techniczne ( np. konstruowanie silników odrzutowych);</w:t>
            </w:r>
          </w:p>
          <w:p w14:paraId="4802BB8E" w14:textId="2A03D71C" w:rsidR="0085747A" w:rsidRPr="001A690F" w:rsidRDefault="00402AA2" w:rsidP="00E3237E">
            <w:pPr>
              <w:numPr>
                <w:ilvl w:val="0"/>
                <w:numId w:val="12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metody konstruowania – jak zbudować wytrzymałą konstrukcję (badanie właściwości m</w:t>
            </w:r>
            <w:r w:rsidRPr="001A690F">
              <w:rPr>
                <w:rFonts w:cs="Arial"/>
                <w:sz w:val="24"/>
                <w:szCs w:val="24"/>
              </w:rPr>
              <w:t>a</w:t>
            </w:r>
            <w:r w:rsidRPr="001A690F">
              <w:rPr>
                <w:rFonts w:cs="Arial"/>
                <w:sz w:val="24"/>
                <w:szCs w:val="24"/>
              </w:rPr>
              <w:t>teriałów).</w:t>
            </w:r>
          </w:p>
        </w:tc>
      </w:tr>
      <w:tr w:rsidR="00402AA2" w:rsidRPr="009C54AE" w14:paraId="161FCF85" w14:textId="77777777" w:rsidTr="00923D7D">
        <w:tc>
          <w:tcPr>
            <w:tcW w:w="9639" w:type="dxa"/>
          </w:tcPr>
          <w:p w14:paraId="522B1F6A" w14:textId="6C611BB5" w:rsidR="00E3237E" w:rsidRPr="001A690F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Przykłady zadań technicznych rozwijających działania planowania pracy i działania wytwó</w:t>
            </w:r>
            <w:r w:rsidRPr="001A690F">
              <w:rPr>
                <w:rFonts w:cs="Arial"/>
                <w:sz w:val="24"/>
                <w:szCs w:val="24"/>
              </w:rPr>
              <w:t>r</w:t>
            </w:r>
            <w:r w:rsidRPr="001A690F">
              <w:rPr>
                <w:rFonts w:cs="Arial"/>
                <w:sz w:val="24"/>
                <w:szCs w:val="24"/>
              </w:rPr>
              <w:lastRenderedPageBreak/>
              <w:t>cze prowadzone przez uczniów w klasach I-III:</w:t>
            </w:r>
          </w:p>
          <w:p w14:paraId="5B6111ED" w14:textId="2937F946" w:rsidR="00E3237E" w:rsidRPr="001A690F" w:rsidRDefault="00E3237E" w:rsidP="00E3237E">
            <w:pPr>
              <w:numPr>
                <w:ilvl w:val="0"/>
                <w:numId w:val="13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planowanie pracy: formy organizacji działań (np. jak zrobić taki sam film animowany dla wszystkich uczniów w klasie);</w:t>
            </w:r>
          </w:p>
          <w:p w14:paraId="03DED1B5" w14:textId="359C644F" w:rsidR="00402AA2" w:rsidRPr="001A690F" w:rsidRDefault="00E3237E" w:rsidP="00E3237E">
            <w:pPr>
              <w:numPr>
                <w:ilvl w:val="0"/>
                <w:numId w:val="13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metody planowania pracy: podział działań technicznych na operacje, czynności; przew</w:t>
            </w:r>
            <w:r w:rsidRPr="001A690F">
              <w:rPr>
                <w:rFonts w:cs="Arial"/>
                <w:sz w:val="24"/>
                <w:szCs w:val="24"/>
              </w:rPr>
              <w:t>i</w:t>
            </w:r>
            <w:r w:rsidRPr="001A690F">
              <w:rPr>
                <w:rFonts w:cs="Arial"/>
                <w:sz w:val="24"/>
                <w:szCs w:val="24"/>
              </w:rPr>
              <w:t>dywanie czasu trwania działań.</w:t>
            </w:r>
          </w:p>
        </w:tc>
      </w:tr>
      <w:tr w:rsidR="00402AA2" w:rsidRPr="009C54AE" w14:paraId="686AFE1D" w14:textId="77777777" w:rsidTr="00923D7D">
        <w:tc>
          <w:tcPr>
            <w:tcW w:w="9639" w:type="dxa"/>
          </w:tcPr>
          <w:p w14:paraId="336699F6" w14:textId="55356531" w:rsidR="00E3237E" w:rsidRPr="001A690F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lastRenderedPageBreak/>
              <w:t>Przykłady zadań technicznych rozwijających działania eksploatacyjne prowadzone przez uczniów w klasach I-III:</w:t>
            </w:r>
          </w:p>
          <w:p w14:paraId="022D51E8" w14:textId="22A06D3F" w:rsidR="00E3237E" w:rsidRPr="001A690F" w:rsidRDefault="00E3237E" w:rsidP="00E3237E">
            <w:pPr>
              <w:numPr>
                <w:ilvl w:val="0"/>
                <w:numId w:val="14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jak bezpiecznie korzystać z urządzeń technicznych;</w:t>
            </w:r>
          </w:p>
          <w:p w14:paraId="18CF6BE5" w14:textId="28574F69" w:rsidR="00402AA2" w:rsidRPr="001A690F" w:rsidRDefault="00E3237E" w:rsidP="00E3237E">
            <w:pPr>
              <w:numPr>
                <w:ilvl w:val="0"/>
                <w:numId w:val="14"/>
              </w:numPr>
              <w:spacing w:after="0" w:line="240" w:lineRule="auto"/>
              <w:ind w:left="677" w:hanging="350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metody zabezpieczania materiałów konstrukcyjnych (np. zabezpieczanie metalu przed korozją, zabezpieczanie papieru przed wodą).</w:t>
            </w:r>
          </w:p>
        </w:tc>
      </w:tr>
      <w:tr w:rsidR="00E3237E" w:rsidRPr="009C54AE" w14:paraId="2845B150" w14:textId="77777777" w:rsidTr="00923D7D">
        <w:tc>
          <w:tcPr>
            <w:tcW w:w="9639" w:type="dxa"/>
          </w:tcPr>
          <w:p w14:paraId="6620E508" w14:textId="29468FC9" w:rsidR="00E3237E" w:rsidRPr="001A690F" w:rsidRDefault="00E3237E" w:rsidP="00E3237E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69" w:hanging="369"/>
              <w:jc w:val="both"/>
              <w:rPr>
                <w:rFonts w:cs="Arial"/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Przykłady zadań technicznych rozwijających działania związane z usuwaniem ujemnych sku</w:t>
            </w:r>
            <w:r w:rsidRPr="001A690F">
              <w:rPr>
                <w:rFonts w:cs="Arial"/>
                <w:sz w:val="24"/>
                <w:szCs w:val="24"/>
              </w:rPr>
              <w:t>t</w:t>
            </w:r>
            <w:r w:rsidRPr="001A690F">
              <w:rPr>
                <w:rFonts w:cs="Arial"/>
                <w:sz w:val="24"/>
                <w:szCs w:val="24"/>
              </w:rPr>
              <w:t>ków działalności technicznej  prowadzone przez uczniów w klasach I - III:</w:t>
            </w:r>
          </w:p>
          <w:p w14:paraId="16FF5533" w14:textId="67840574" w:rsidR="00E3237E" w:rsidRPr="001A690F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co zrobić ze zużytymi lub uszkodzonymi urządzeniami;</w:t>
            </w:r>
          </w:p>
          <w:p w14:paraId="5C745194" w14:textId="5E50D064" w:rsidR="00E3237E" w:rsidRPr="001A690F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wyroby ekologiczne;</w:t>
            </w:r>
          </w:p>
          <w:p w14:paraId="40CA3450" w14:textId="7D7E5F2C" w:rsidR="00E3237E" w:rsidRPr="001A690F" w:rsidRDefault="00E3237E" w:rsidP="00E3237E">
            <w:pPr>
              <w:pStyle w:val="Akapitzlist"/>
              <w:numPr>
                <w:ilvl w:val="0"/>
                <w:numId w:val="11"/>
              </w:numPr>
              <w:spacing w:after="0" w:line="240" w:lineRule="auto"/>
              <w:ind w:left="677" w:hanging="308"/>
              <w:jc w:val="both"/>
              <w:rPr>
                <w:sz w:val="24"/>
                <w:szCs w:val="24"/>
              </w:rPr>
            </w:pPr>
            <w:r w:rsidRPr="001A690F">
              <w:rPr>
                <w:rFonts w:cs="Arial"/>
                <w:sz w:val="24"/>
                <w:szCs w:val="24"/>
              </w:rPr>
              <w:t>recykling.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18B7D3" w14:textId="01F73F61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1250D872" w14:textId="015B793E" w:rsidR="00153C41" w:rsidRPr="001F62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F6238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F6238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>,</w:t>
      </w:r>
    </w:p>
    <w:p w14:paraId="428C4922" w14:textId="4F9F9A06" w:rsidR="00153C41" w:rsidRPr="001F62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metoda projektów</w:t>
      </w:r>
      <w:r w:rsidR="00923D7D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(praktyczny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F6238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85747A" w:rsidRPr="001F6238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623953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062199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62199" w:rsidRPr="009C54AE" w14:paraId="4FFC276C" w14:textId="77777777" w:rsidTr="00062199">
        <w:tc>
          <w:tcPr>
            <w:tcW w:w="1962" w:type="dxa"/>
          </w:tcPr>
          <w:p w14:paraId="1562D6DD" w14:textId="33372EC0" w:rsidR="00062199" w:rsidRPr="001C786A" w:rsidRDefault="00062199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1C786A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1C786A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0BD99DDA" w14:textId="3068502B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36896533" w14:textId="7D7FB85F" w:rsidR="00062199" w:rsidRPr="00EE0AEA" w:rsidRDefault="001C786A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1C786A" w:rsidRPr="009C54AE" w14:paraId="3D388A76" w14:textId="77777777" w:rsidTr="00062199">
        <w:tc>
          <w:tcPr>
            <w:tcW w:w="1962" w:type="dxa"/>
          </w:tcPr>
          <w:p w14:paraId="67A5EE5B" w14:textId="6E7047DC" w:rsidR="001C786A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3B5F7B1" w14:textId="050498F2" w:rsidR="001C786A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56EC2AF3" w14:textId="6481A407" w:rsidR="001C786A" w:rsidRPr="00EE0AEA" w:rsidRDefault="001C786A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062199" w:rsidRPr="009C54AE" w14:paraId="106C9F54" w14:textId="77777777" w:rsidTr="00062199">
        <w:tc>
          <w:tcPr>
            <w:tcW w:w="1962" w:type="dxa"/>
          </w:tcPr>
          <w:p w14:paraId="17814888" w14:textId="0369D3D9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5C84B44" w14:textId="2FE56900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FFC62F0" w14:textId="5C6F490E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0AE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62199" w:rsidRPr="009C54AE" w14:paraId="4C1CACF9" w14:textId="77777777" w:rsidTr="00062199">
        <w:tc>
          <w:tcPr>
            <w:tcW w:w="1962" w:type="dxa"/>
          </w:tcPr>
          <w:p w14:paraId="461DF6AC" w14:textId="7A3B9B5B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68CF20A" w14:textId="0EF9FED8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682E1D08" w14:textId="34527EF8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0AE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62199" w:rsidRPr="009C54AE" w14:paraId="3A7DFB7C" w14:textId="77777777" w:rsidTr="00062199">
        <w:tc>
          <w:tcPr>
            <w:tcW w:w="1962" w:type="dxa"/>
          </w:tcPr>
          <w:p w14:paraId="4A0F4C06" w14:textId="228B5596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7E4581F" w14:textId="27B24FC7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1E158437" w14:textId="65CC90AD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0AE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62199" w:rsidRPr="009C54AE" w14:paraId="2B93B266" w14:textId="77777777" w:rsidTr="00062199">
        <w:tc>
          <w:tcPr>
            <w:tcW w:w="1962" w:type="dxa"/>
          </w:tcPr>
          <w:p w14:paraId="06460CB5" w14:textId="49C2B4BF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486224D0" w14:textId="7EAB5EAE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82B2E14" w14:textId="73D72E49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0AE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  <w:tr w:rsidR="00062199" w:rsidRPr="009C54AE" w14:paraId="33A31CA4" w14:textId="77777777" w:rsidTr="00062199">
        <w:tc>
          <w:tcPr>
            <w:tcW w:w="1962" w:type="dxa"/>
          </w:tcPr>
          <w:p w14:paraId="10FEF94F" w14:textId="4036FA86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0AF162E" w14:textId="0F5C2DCD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77F2AB50" w14:textId="2117A6E0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062199" w:rsidRPr="009C54AE" w14:paraId="6958DB99" w14:textId="77777777" w:rsidTr="00062199">
        <w:tc>
          <w:tcPr>
            <w:tcW w:w="1962" w:type="dxa"/>
          </w:tcPr>
          <w:p w14:paraId="1481F310" w14:textId="57952C66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58565E7D" w14:textId="5E55DD39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0473CBAA" w14:textId="236998B2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W</w:t>
            </w:r>
          </w:p>
        </w:tc>
      </w:tr>
      <w:tr w:rsidR="00062199" w:rsidRPr="009C54AE" w14:paraId="18287D8C" w14:textId="77777777" w:rsidTr="00062199">
        <w:tc>
          <w:tcPr>
            <w:tcW w:w="1962" w:type="dxa"/>
          </w:tcPr>
          <w:p w14:paraId="6EFE8BEA" w14:textId="4FDC4499" w:rsidR="00062199" w:rsidRPr="001C786A" w:rsidRDefault="001C786A" w:rsidP="0006219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1C786A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364A7310" w14:textId="1F14C60D" w:rsidR="00062199" w:rsidRPr="00EE0AEA" w:rsidRDefault="001C786A" w:rsidP="00EE0A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E0AEA">
              <w:rPr>
                <w:rFonts w:ascii="Corbel" w:hAnsi="Corbel"/>
                <w:sz w:val="24"/>
                <w:szCs w:val="24"/>
              </w:rPr>
              <w:t>projekt</w:t>
            </w:r>
          </w:p>
        </w:tc>
        <w:tc>
          <w:tcPr>
            <w:tcW w:w="2117" w:type="dxa"/>
          </w:tcPr>
          <w:p w14:paraId="612D0BBF" w14:textId="40DC8775" w:rsidR="00062199" w:rsidRPr="00EE0AEA" w:rsidRDefault="00062199" w:rsidP="00EE0AEA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E0AEA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338422BA" w14:textId="7582C413" w:rsidR="000B5E5F" w:rsidRDefault="000B5E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  <w:p w14:paraId="7FBD1730" w14:textId="77777777" w:rsidR="001C786A" w:rsidRDefault="001C786A" w:rsidP="001C786A">
            <w:pPr>
              <w:pStyle w:val="Punktygwne"/>
              <w:numPr>
                <w:ilvl w:val="0"/>
                <w:numId w:val="18"/>
              </w:numPr>
              <w:spacing w:before="0" w:after="0"/>
              <w:ind w:left="325" w:hanging="294"/>
              <w:rPr>
                <w:rFonts w:ascii="Corbel" w:hAnsi="Corbel"/>
                <w:b w:val="0"/>
                <w:smallCaps w:val="0"/>
                <w:szCs w:val="24"/>
              </w:rPr>
            </w:pPr>
            <w:r w:rsidRPr="00F714DE">
              <w:rPr>
                <w:rFonts w:ascii="Corbel" w:hAnsi="Corbel"/>
                <w:b w:val="0"/>
                <w:smallCaps w:val="0"/>
              </w:rPr>
              <w:t>opracowanie projektów dydaktycznych na zadany temat</w:t>
            </w:r>
            <w:r>
              <w:rPr>
                <w:rFonts w:ascii="Corbel" w:hAnsi="Corbel"/>
                <w:b w:val="0"/>
                <w:smallCaps w:val="0"/>
              </w:rPr>
              <w:t xml:space="preserve"> (konspekt lekcji).</w:t>
            </w:r>
          </w:p>
          <w:p w14:paraId="4A1F0840" w14:textId="4EDA9B49" w:rsidR="0085747A" w:rsidRPr="009C54AE" w:rsidRDefault="000B5E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5942C489" w14:textId="47307951" w:rsidR="0085747A" w:rsidRPr="000B5E5F" w:rsidRDefault="000B5E5F" w:rsidP="009C54AE">
            <w:pPr>
              <w:numPr>
                <w:ilvl w:val="0"/>
                <w:numId w:val="15"/>
              </w:numPr>
              <w:spacing w:after="0"/>
              <w:ind w:left="318" w:hanging="284"/>
              <w:rPr>
                <w:rFonts w:ascii="Corbel" w:hAnsi="Corbel"/>
              </w:rPr>
            </w:pPr>
            <w:r w:rsidRPr="009D4ED4">
              <w:rPr>
                <w:rFonts w:ascii="Corbel" w:hAnsi="Corbel"/>
              </w:rPr>
              <w:t>opra</w:t>
            </w:r>
            <w:r>
              <w:rPr>
                <w:rFonts w:ascii="Corbel" w:hAnsi="Corbel"/>
              </w:rPr>
              <w:t xml:space="preserve">cowanie projektów dydaktycznych na zadany temat, </w:t>
            </w:r>
            <w:proofErr w:type="spellStart"/>
            <w:r>
              <w:rPr>
                <w:rFonts w:ascii="Corbel" w:hAnsi="Corbel"/>
              </w:rPr>
              <w:t>mikronauczanie</w:t>
            </w:r>
            <w:proofErr w:type="spellEnd"/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1E6A88E3" w:rsidR="0085747A" w:rsidRPr="009C54AE" w:rsidRDefault="000B5E5F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5C1FF6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7072C0" w14:textId="1F651BEB" w:rsidR="00C61DC5" w:rsidRPr="009C54AE" w:rsidRDefault="007C5DD5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316FA4B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230F43D2" w14:textId="171C6430" w:rsidR="00C61DC5" w:rsidRPr="009C54AE" w:rsidRDefault="007C5DD5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7053E54D" w:rsidR="0085747A" w:rsidRPr="009C54AE" w:rsidRDefault="000B5E5F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7812234F" w:rsidR="0085747A" w:rsidRPr="009C54AE" w:rsidRDefault="000B5E5F" w:rsidP="000B5E5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3B616DB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7DF81D3" w14:textId="77777777" w:rsidTr="0071620A">
        <w:trPr>
          <w:trHeight w:val="397"/>
        </w:trPr>
        <w:tc>
          <w:tcPr>
            <w:tcW w:w="7513" w:type="dxa"/>
          </w:tcPr>
          <w:p w14:paraId="64A4C765" w14:textId="77777777" w:rsidR="0085747A" w:rsidRPr="001A690F" w:rsidRDefault="0085747A" w:rsidP="001A69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90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08259E4" w14:textId="77777777" w:rsidR="000B5E5F" w:rsidRPr="001A690F" w:rsidRDefault="000B5E5F" w:rsidP="001A690F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1, Warszawa: Wydawnictwo Nowa Era, 2011.</w:t>
            </w:r>
          </w:p>
          <w:p w14:paraId="43BF3E65" w14:textId="77777777" w:rsidR="000B5E5F" w:rsidRPr="001A690F" w:rsidRDefault="000B5E5F" w:rsidP="001A690F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2, Warszawa: Wydawnictwo Nowa Era, 2011.</w:t>
            </w:r>
          </w:p>
          <w:p w14:paraId="1AC975DF" w14:textId="77777777" w:rsidR="000B5E5F" w:rsidRPr="001A690F" w:rsidRDefault="000B5E5F" w:rsidP="001A690F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3, Warszawa: Wydawnictwo Nowa Era, 2011.</w:t>
            </w:r>
          </w:p>
          <w:p w14:paraId="3DBBA2EF" w14:textId="1AB381BA" w:rsidR="000B5E5F" w:rsidRPr="001A690F" w:rsidRDefault="000B5E5F" w:rsidP="001A690F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Lib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 </w:t>
            </w:r>
            <w:proofErr w:type="spellStart"/>
            <w:r w:rsidRPr="001A690F">
              <w:rPr>
                <w:rFonts w:ascii="Corbel" w:hAnsi="Corbel" w:cs="Calibri"/>
                <w:sz w:val="24"/>
                <w:szCs w:val="24"/>
              </w:rPr>
              <w:t>Walat</w:t>
            </w:r>
            <w:proofErr w:type="spellEnd"/>
            <w:r w:rsidRPr="001A690F">
              <w:rPr>
                <w:rFonts w:ascii="Corbel" w:hAnsi="Corbel" w:cs="Calibri"/>
                <w:sz w:val="24"/>
                <w:szCs w:val="24"/>
              </w:rPr>
              <w:t xml:space="preserve"> W., Nowe już w szkole!: książka nauczyciela. Edukacja wczesnoszkolna. Scenariusze zajęć technicznych Cz. 4, Warszawa: Wydawnictwo Nowa Era, 2011.</w:t>
            </w:r>
          </w:p>
          <w:p w14:paraId="56070F37" w14:textId="59EDBB8B" w:rsidR="000B5E5F" w:rsidRPr="001A690F" w:rsidRDefault="000B5E5F" w:rsidP="001A690F">
            <w:pPr>
              <w:numPr>
                <w:ilvl w:val="0"/>
                <w:numId w:val="16"/>
              </w:numPr>
              <w:spacing w:after="0" w:line="240" w:lineRule="auto"/>
              <w:ind w:left="403" w:hanging="336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1A690F">
              <w:rPr>
                <w:rFonts w:ascii="Corbel" w:hAnsi="Corbel"/>
                <w:sz w:val="24"/>
                <w:szCs w:val="24"/>
              </w:rPr>
              <w:t>Walat</w:t>
            </w:r>
            <w:proofErr w:type="spellEnd"/>
            <w:r w:rsidRPr="001A690F">
              <w:rPr>
                <w:rFonts w:ascii="Corbel" w:hAnsi="Corbel"/>
                <w:sz w:val="24"/>
                <w:szCs w:val="24"/>
              </w:rPr>
              <w:t xml:space="preserve"> W.: Modelowanie podręczników techniki-informatyki. Wyd. UR, Rzeszów 2006.</w:t>
            </w:r>
          </w:p>
        </w:tc>
      </w:tr>
      <w:tr w:rsidR="0085747A" w:rsidRPr="00EB07E1" w14:paraId="6981F2E0" w14:textId="77777777" w:rsidTr="0071620A">
        <w:trPr>
          <w:trHeight w:val="397"/>
        </w:trPr>
        <w:tc>
          <w:tcPr>
            <w:tcW w:w="7513" w:type="dxa"/>
          </w:tcPr>
          <w:p w14:paraId="51537F4F" w14:textId="77777777" w:rsidR="0085747A" w:rsidRPr="001A690F" w:rsidRDefault="0085747A" w:rsidP="001A69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A690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B47ED9E" w14:textId="77777777" w:rsidR="000B5E5F" w:rsidRPr="001A690F" w:rsidRDefault="000B5E5F" w:rsidP="001A690F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Podstawa programowa wychowania przedszkolnego i kształcenia ogólnego dla szkoły podstawowej. DZIENNIK USTAW RZECZYP</w:t>
            </w:r>
            <w:r w:rsidRPr="001A690F">
              <w:rPr>
                <w:rFonts w:ascii="Corbel" w:hAnsi="Corbel"/>
                <w:sz w:val="24"/>
                <w:szCs w:val="24"/>
              </w:rPr>
              <w:t>O</w:t>
            </w:r>
            <w:r w:rsidRPr="001A690F">
              <w:rPr>
                <w:rFonts w:ascii="Corbel" w:hAnsi="Corbel"/>
                <w:sz w:val="24"/>
                <w:szCs w:val="24"/>
              </w:rPr>
              <w:t>SPOLITEJ POLSKIEJ Warszawa, z dnia 24 lutego 2017 r., poz. 356, Rozporządzenie Ministra Edukacji Narodowej z dnia 14 lutego 2017, lub nowsze</w:t>
            </w:r>
          </w:p>
          <w:p w14:paraId="617379CC" w14:textId="05B706AE" w:rsidR="000B5E5F" w:rsidRPr="001A690F" w:rsidRDefault="000B5E5F" w:rsidP="001A690F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 xml:space="preserve">Podstawa programowa wychowania przedszkolnego i kształcenia ogólnego dla szkoły podstawowej z komentarzem. Wychowanie przedszkolne i edukacja wczesnoszkolna. </w:t>
            </w:r>
            <w:hyperlink r:id="rId9" w:history="1">
              <w:r w:rsidRPr="001A690F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t>https://www.ore.edu.pl/wp-content/uploads/2017/05/wychowanie-przedszkolne-i-edukacja-</w:t>
              </w:r>
              <w:r w:rsidRPr="001A690F">
                <w:rPr>
                  <w:rStyle w:val="Hipercze"/>
                  <w:rFonts w:ascii="Corbel" w:hAnsi="Corbel"/>
                  <w:color w:val="auto"/>
                  <w:sz w:val="24"/>
                  <w:szCs w:val="24"/>
                  <w:u w:val="none"/>
                </w:rPr>
                <w:lastRenderedPageBreak/>
                <w:t>wczesnoszkolna.-pp-z-komentarzem.pdf</w:t>
              </w:r>
            </w:hyperlink>
            <w:r w:rsidRPr="001A690F">
              <w:rPr>
                <w:rFonts w:ascii="Corbel" w:hAnsi="Corbel"/>
                <w:sz w:val="24"/>
                <w:szCs w:val="24"/>
              </w:rPr>
              <w:t xml:space="preserve"> (</w:t>
            </w:r>
            <w:r w:rsidR="00EB07E1" w:rsidRPr="001A690F">
              <w:rPr>
                <w:rFonts w:ascii="Corbel" w:hAnsi="Corbel"/>
                <w:sz w:val="24"/>
                <w:szCs w:val="24"/>
              </w:rPr>
              <w:t>23</w:t>
            </w:r>
            <w:r w:rsidRPr="001A690F">
              <w:rPr>
                <w:rFonts w:ascii="Corbel" w:hAnsi="Corbel"/>
                <w:sz w:val="24"/>
                <w:szCs w:val="24"/>
              </w:rPr>
              <w:t>.</w:t>
            </w:r>
            <w:r w:rsidR="00EB07E1" w:rsidRPr="001A690F">
              <w:rPr>
                <w:rFonts w:ascii="Corbel" w:hAnsi="Corbel"/>
                <w:sz w:val="24"/>
                <w:szCs w:val="24"/>
              </w:rPr>
              <w:t>10</w:t>
            </w:r>
            <w:r w:rsidRPr="001A690F">
              <w:rPr>
                <w:rFonts w:ascii="Corbel" w:hAnsi="Corbel"/>
                <w:sz w:val="24"/>
                <w:szCs w:val="24"/>
              </w:rPr>
              <w:t>.2019)</w:t>
            </w:r>
          </w:p>
          <w:p w14:paraId="2614782E" w14:textId="06B285D1" w:rsidR="000B5E5F" w:rsidRPr="001A690F" w:rsidRDefault="000B5E5F" w:rsidP="001A690F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1A690F">
              <w:rPr>
                <w:rFonts w:ascii="Corbel" w:hAnsi="Corbel"/>
                <w:sz w:val="24"/>
                <w:szCs w:val="24"/>
              </w:rPr>
              <w:t>Walat</w:t>
            </w:r>
            <w:proofErr w:type="spellEnd"/>
            <w:r w:rsidRPr="001A690F">
              <w:rPr>
                <w:rFonts w:ascii="Corbel" w:hAnsi="Corbel"/>
                <w:sz w:val="24"/>
                <w:szCs w:val="24"/>
              </w:rPr>
              <w:t xml:space="preserve"> W.: Zestaw rocznych planów pracy dydaktycznej dla nauczycieli techniki-informatyki w szkole podstawowej oraz gimnazjum. Rzeszów 2000.</w:t>
            </w:r>
          </w:p>
          <w:p w14:paraId="09C446D2" w14:textId="11072DCA" w:rsidR="00EB07E1" w:rsidRPr="001A690F" w:rsidRDefault="00EB07E1" w:rsidP="001A690F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/>
                <w:sz w:val="24"/>
                <w:szCs w:val="24"/>
              </w:rPr>
              <w:t>Amos-</w:t>
            </w:r>
            <w:r w:rsidR="001444EA" w:rsidRPr="001A690F">
              <w:rPr>
                <w:rFonts w:ascii="Corbel" w:hAnsi="Corbel"/>
                <w:sz w:val="24"/>
                <w:szCs w:val="24"/>
              </w:rPr>
              <w:t>J</w:t>
            </w:r>
            <w:r w:rsidRPr="001A690F">
              <w:rPr>
                <w:rFonts w:ascii="Corbel" w:hAnsi="Corbel"/>
                <w:sz w:val="24"/>
                <w:szCs w:val="24"/>
              </w:rPr>
              <w:t>elinek J.: Dziecko konstruktorem, rozwijanie zadatków uzdo</w:t>
            </w:r>
            <w:r w:rsidRPr="001A690F">
              <w:rPr>
                <w:rFonts w:ascii="Corbel" w:hAnsi="Corbel"/>
                <w:sz w:val="24"/>
                <w:szCs w:val="24"/>
              </w:rPr>
              <w:t>l</w:t>
            </w:r>
            <w:r w:rsidRPr="001A690F">
              <w:rPr>
                <w:rFonts w:ascii="Corbel" w:hAnsi="Corbel"/>
                <w:sz w:val="24"/>
                <w:szCs w:val="24"/>
              </w:rPr>
              <w:t>nień technicznych u dzieci przedszkolnych i uczniów klas I-III.</w:t>
            </w:r>
          </w:p>
          <w:p w14:paraId="04847B7C" w14:textId="131541CC" w:rsidR="000B5E5F" w:rsidRPr="001A690F" w:rsidRDefault="00EB07E1" w:rsidP="001A690F">
            <w:pPr>
              <w:numPr>
                <w:ilvl w:val="0"/>
                <w:numId w:val="17"/>
              </w:numPr>
              <w:tabs>
                <w:tab w:val="left" w:pos="284"/>
              </w:tabs>
              <w:spacing w:after="0" w:line="240" w:lineRule="auto"/>
              <w:ind w:left="361" w:hanging="322"/>
              <w:rPr>
                <w:rFonts w:ascii="Corbel" w:hAnsi="Corbel"/>
                <w:sz w:val="24"/>
                <w:szCs w:val="24"/>
              </w:rPr>
            </w:pPr>
            <w:r w:rsidRPr="001A690F">
              <w:rPr>
                <w:rFonts w:ascii="Corbel" w:hAnsi="Corbel" w:cs="Calibri"/>
                <w:sz w:val="24"/>
                <w:szCs w:val="24"/>
              </w:rPr>
              <w:t xml:space="preserve">Kraszewski K., </w:t>
            </w:r>
            <w:r w:rsidRPr="001A690F">
              <w:rPr>
                <w:rFonts w:ascii="Corbel" w:hAnsi="Corbel" w:cs="Calibri"/>
                <w:i/>
                <w:sz w:val="24"/>
                <w:szCs w:val="24"/>
              </w:rPr>
              <w:t>Podstawy edukacji ogólnotechnicznej w młodszym wieku szkolnym</w:t>
            </w:r>
            <w:r w:rsidRPr="001A690F">
              <w:rPr>
                <w:rFonts w:ascii="Corbel" w:hAnsi="Corbel" w:cs="Calibri"/>
                <w:sz w:val="24"/>
                <w:szCs w:val="24"/>
              </w:rPr>
              <w:t>. Wyd. AP, Kraków 2001.</w:t>
            </w:r>
          </w:p>
        </w:tc>
      </w:tr>
    </w:tbl>
    <w:p w14:paraId="394F695F" w14:textId="77777777" w:rsidR="0085747A" w:rsidRPr="00EB07E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304C44" w14:textId="77777777" w:rsidR="007C03E9" w:rsidRDefault="007C03E9" w:rsidP="00C16ABF">
      <w:pPr>
        <w:spacing w:after="0" w:line="240" w:lineRule="auto"/>
      </w:pPr>
      <w:r>
        <w:separator/>
      </w:r>
    </w:p>
  </w:endnote>
  <w:endnote w:type="continuationSeparator" w:id="0">
    <w:p w14:paraId="0BFE08EC" w14:textId="77777777" w:rsidR="007C03E9" w:rsidRDefault="007C03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A50C01" w14:textId="77777777" w:rsidR="007C03E9" w:rsidRDefault="007C03E9" w:rsidP="00C16ABF">
      <w:pPr>
        <w:spacing w:after="0" w:line="240" w:lineRule="auto"/>
      </w:pPr>
      <w:r>
        <w:separator/>
      </w:r>
    </w:p>
  </w:footnote>
  <w:footnote w:type="continuationSeparator" w:id="0">
    <w:p w14:paraId="6BE76F19" w14:textId="77777777" w:rsidR="007C03E9" w:rsidRDefault="007C03E9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16E77B5"/>
    <w:multiLevelType w:val="hybridMultilevel"/>
    <w:tmpl w:val="5706ED6C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47466"/>
    <w:multiLevelType w:val="hybridMultilevel"/>
    <w:tmpl w:val="E152B792"/>
    <w:lvl w:ilvl="0" w:tplc="489E3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A42583"/>
    <w:multiLevelType w:val="hybridMultilevel"/>
    <w:tmpl w:val="7DFA65B8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C1780D"/>
    <w:multiLevelType w:val="hybridMultilevel"/>
    <w:tmpl w:val="DC3C62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441F2"/>
    <w:multiLevelType w:val="hybridMultilevel"/>
    <w:tmpl w:val="44B2EA80"/>
    <w:lvl w:ilvl="0" w:tplc="489E3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537A1A"/>
    <w:multiLevelType w:val="hybridMultilevel"/>
    <w:tmpl w:val="B4DA7F74"/>
    <w:lvl w:ilvl="0" w:tplc="489E3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334059"/>
    <w:multiLevelType w:val="hybridMultilevel"/>
    <w:tmpl w:val="7C184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6B40EF6"/>
    <w:multiLevelType w:val="hybridMultilevel"/>
    <w:tmpl w:val="089C89CA"/>
    <w:lvl w:ilvl="0" w:tplc="489E3FDC">
      <w:start w:val="1"/>
      <w:numFmt w:val="bullet"/>
      <w:lvlText w:val=""/>
      <w:lvlJc w:val="left"/>
      <w:pPr>
        <w:ind w:left="103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3" w:hanging="360"/>
      </w:pPr>
      <w:rPr>
        <w:rFonts w:ascii="Wingdings" w:hAnsi="Wingdings" w:hint="default"/>
      </w:rPr>
    </w:lvl>
  </w:abstractNum>
  <w:abstractNum w:abstractNumId="10">
    <w:nsid w:val="27871097"/>
    <w:multiLevelType w:val="hybridMultilevel"/>
    <w:tmpl w:val="5BE6F108"/>
    <w:lvl w:ilvl="0" w:tplc="489E3FD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765255F"/>
    <w:multiLevelType w:val="hybridMultilevel"/>
    <w:tmpl w:val="F8AEC2D8"/>
    <w:lvl w:ilvl="0" w:tplc="489E3FDC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>
    <w:nsid w:val="524C6823"/>
    <w:multiLevelType w:val="hybridMultilevel"/>
    <w:tmpl w:val="B8D0B890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9966B6"/>
    <w:multiLevelType w:val="hybridMultilevel"/>
    <w:tmpl w:val="3CC01D6C"/>
    <w:lvl w:ilvl="0" w:tplc="9E4C5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6C4F4E"/>
    <w:multiLevelType w:val="hybridMultilevel"/>
    <w:tmpl w:val="2CF28AD8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5853A2"/>
    <w:multiLevelType w:val="hybridMultilevel"/>
    <w:tmpl w:val="2BACC5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6076CA"/>
    <w:multiLevelType w:val="hybridMultilevel"/>
    <w:tmpl w:val="B0263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C57270"/>
    <w:multiLevelType w:val="hybridMultilevel"/>
    <w:tmpl w:val="045EE496"/>
    <w:lvl w:ilvl="0" w:tplc="8F46EB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16"/>
  </w:num>
  <w:num w:numId="5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6">
    <w:abstractNumId w:val="14"/>
  </w:num>
  <w:num w:numId="7">
    <w:abstractNumId w:val="17"/>
  </w:num>
  <w:num w:numId="8">
    <w:abstractNumId w:val="12"/>
  </w:num>
  <w:num w:numId="9">
    <w:abstractNumId w:val="13"/>
  </w:num>
  <w:num w:numId="10">
    <w:abstractNumId w:val="2"/>
  </w:num>
  <w:num w:numId="11">
    <w:abstractNumId w:val="11"/>
  </w:num>
  <w:num w:numId="12">
    <w:abstractNumId w:val="5"/>
  </w:num>
  <w:num w:numId="13">
    <w:abstractNumId w:val="10"/>
  </w:num>
  <w:num w:numId="14">
    <w:abstractNumId w:val="6"/>
  </w:num>
  <w:num w:numId="15">
    <w:abstractNumId w:val="1"/>
  </w:num>
  <w:num w:numId="16">
    <w:abstractNumId w:val="4"/>
  </w:num>
  <w:num w:numId="17">
    <w:abstractNumId w:val="15"/>
  </w:num>
  <w:num w:numId="1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199"/>
    <w:rsid w:val="00070ED6"/>
    <w:rsid w:val="000742DC"/>
    <w:rsid w:val="00074A84"/>
    <w:rsid w:val="00084C12"/>
    <w:rsid w:val="00084CED"/>
    <w:rsid w:val="0009462C"/>
    <w:rsid w:val="00094B12"/>
    <w:rsid w:val="00096C46"/>
    <w:rsid w:val="000A296F"/>
    <w:rsid w:val="000A2A28"/>
    <w:rsid w:val="000B192D"/>
    <w:rsid w:val="000B28EE"/>
    <w:rsid w:val="000B3E37"/>
    <w:rsid w:val="000B5E5F"/>
    <w:rsid w:val="000D04B0"/>
    <w:rsid w:val="000E25DC"/>
    <w:rsid w:val="000E6ED7"/>
    <w:rsid w:val="000F1C57"/>
    <w:rsid w:val="000F5615"/>
    <w:rsid w:val="00124BFF"/>
    <w:rsid w:val="0012560E"/>
    <w:rsid w:val="00127108"/>
    <w:rsid w:val="00134B13"/>
    <w:rsid w:val="001444E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690F"/>
    <w:rsid w:val="001A70D2"/>
    <w:rsid w:val="001C786A"/>
    <w:rsid w:val="001D657B"/>
    <w:rsid w:val="001D7B54"/>
    <w:rsid w:val="001E0209"/>
    <w:rsid w:val="001F2CA2"/>
    <w:rsid w:val="001F6238"/>
    <w:rsid w:val="002144C0"/>
    <w:rsid w:val="002169C4"/>
    <w:rsid w:val="0022477D"/>
    <w:rsid w:val="00224F4B"/>
    <w:rsid w:val="002278A9"/>
    <w:rsid w:val="002336F9"/>
    <w:rsid w:val="00237997"/>
    <w:rsid w:val="0024028F"/>
    <w:rsid w:val="00244ABC"/>
    <w:rsid w:val="00281FF2"/>
    <w:rsid w:val="002857DE"/>
    <w:rsid w:val="00291567"/>
    <w:rsid w:val="002A22BF"/>
    <w:rsid w:val="002A2389"/>
    <w:rsid w:val="002A671D"/>
    <w:rsid w:val="002A74BB"/>
    <w:rsid w:val="002B4D55"/>
    <w:rsid w:val="002B5EA0"/>
    <w:rsid w:val="002B6119"/>
    <w:rsid w:val="002B68A3"/>
    <w:rsid w:val="002C1F06"/>
    <w:rsid w:val="002D3375"/>
    <w:rsid w:val="002D73D4"/>
    <w:rsid w:val="002F02A3"/>
    <w:rsid w:val="002F4ABE"/>
    <w:rsid w:val="003018BA"/>
    <w:rsid w:val="0030395F"/>
    <w:rsid w:val="0030497D"/>
    <w:rsid w:val="00305C92"/>
    <w:rsid w:val="003151C5"/>
    <w:rsid w:val="0031698E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704"/>
    <w:rsid w:val="003D18A9"/>
    <w:rsid w:val="003D6CE2"/>
    <w:rsid w:val="003E1941"/>
    <w:rsid w:val="003E2FE6"/>
    <w:rsid w:val="003E49D5"/>
    <w:rsid w:val="003F38C0"/>
    <w:rsid w:val="00402AA2"/>
    <w:rsid w:val="00414E3C"/>
    <w:rsid w:val="0042244A"/>
    <w:rsid w:val="0042745A"/>
    <w:rsid w:val="00431D5C"/>
    <w:rsid w:val="004362C6"/>
    <w:rsid w:val="00437FA2"/>
    <w:rsid w:val="0044260D"/>
    <w:rsid w:val="00445970"/>
    <w:rsid w:val="00452F91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2532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3E9"/>
    <w:rsid w:val="007C3299"/>
    <w:rsid w:val="007C3BCC"/>
    <w:rsid w:val="007C4546"/>
    <w:rsid w:val="007C5DD5"/>
    <w:rsid w:val="007D6E56"/>
    <w:rsid w:val="007D6E75"/>
    <w:rsid w:val="007F1652"/>
    <w:rsid w:val="007F4155"/>
    <w:rsid w:val="008000C4"/>
    <w:rsid w:val="0081554D"/>
    <w:rsid w:val="0081707E"/>
    <w:rsid w:val="008239B5"/>
    <w:rsid w:val="008449B3"/>
    <w:rsid w:val="0085747A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12F"/>
    <w:rsid w:val="00916188"/>
    <w:rsid w:val="0092264E"/>
    <w:rsid w:val="00923D7D"/>
    <w:rsid w:val="009313C1"/>
    <w:rsid w:val="00947BD6"/>
    <w:rsid w:val="009508DF"/>
    <w:rsid w:val="00950DAC"/>
    <w:rsid w:val="00954A07"/>
    <w:rsid w:val="00961888"/>
    <w:rsid w:val="00997F14"/>
    <w:rsid w:val="009A78D9"/>
    <w:rsid w:val="009B7196"/>
    <w:rsid w:val="009C1331"/>
    <w:rsid w:val="009C3E31"/>
    <w:rsid w:val="009C54AE"/>
    <w:rsid w:val="009C788E"/>
    <w:rsid w:val="009E3B41"/>
    <w:rsid w:val="009E575D"/>
    <w:rsid w:val="009F3C5C"/>
    <w:rsid w:val="009F4610"/>
    <w:rsid w:val="00A00ECC"/>
    <w:rsid w:val="00A0359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473"/>
    <w:rsid w:val="00A84C85"/>
    <w:rsid w:val="00A917BC"/>
    <w:rsid w:val="00A97DE1"/>
    <w:rsid w:val="00AB053C"/>
    <w:rsid w:val="00AB77B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731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698"/>
    <w:rsid w:val="00D8075B"/>
    <w:rsid w:val="00D8678B"/>
    <w:rsid w:val="00DA2114"/>
    <w:rsid w:val="00DC77B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237E"/>
    <w:rsid w:val="00E51E44"/>
    <w:rsid w:val="00E63348"/>
    <w:rsid w:val="00E77E88"/>
    <w:rsid w:val="00E8107D"/>
    <w:rsid w:val="00E960BB"/>
    <w:rsid w:val="00EA2074"/>
    <w:rsid w:val="00EA4832"/>
    <w:rsid w:val="00EA4E9D"/>
    <w:rsid w:val="00EB07E1"/>
    <w:rsid w:val="00EC4899"/>
    <w:rsid w:val="00ED03AB"/>
    <w:rsid w:val="00ED32D2"/>
    <w:rsid w:val="00ED4AF6"/>
    <w:rsid w:val="00EE0AEA"/>
    <w:rsid w:val="00EE32DE"/>
    <w:rsid w:val="00EE5457"/>
    <w:rsid w:val="00F070AB"/>
    <w:rsid w:val="00F17567"/>
    <w:rsid w:val="00F27A7B"/>
    <w:rsid w:val="00F526AF"/>
    <w:rsid w:val="00F617C3"/>
    <w:rsid w:val="00F7066B"/>
    <w:rsid w:val="00F776B2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618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61888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6188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6188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ore.edu.pl/wp-content/uploads/2017/05/wychowanie-przedszkolne-i-edukacja-wczesnoszkolna.-pp-z-komentarzem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2FAF6-8027-44AD-AE9E-AA3D127B1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1545</Words>
  <Characters>9274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2019-02-06T12:12:00Z</cp:lastPrinted>
  <dcterms:created xsi:type="dcterms:W3CDTF">2019-11-28T09:18:00Z</dcterms:created>
  <dcterms:modified xsi:type="dcterms:W3CDTF">2021-01-26T12:15:00Z</dcterms:modified>
</cp:coreProperties>
</file>